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09D" w:rsidRPr="008E7801" w:rsidRDefault="00B7309D" w:rsidP="00B7309D">
      <w:pPr>
        <w:pStyle w:val="Title"/>
        <w:outlineLvl w:val="0"/>
        <w:rPr>
          <w:rFonts w:ascii="Times New Roman" w:hAnsi="Times New Roman" w:cs="Times New Roman"/>
          <w:sz w:val="24"/>
        </w:rPr>
      </w:pPr>
      <w:r w:rsidRPr="008E7801">
        <w:rPr>
          <w:rFonts w:ascii="Times New Roman" w:hAnsi="Times New Roman" w:cs="Times New Roman"/>
          <w:sz w:val="24"/>
        </w:rPr>
        <w:t>LANGUAGES: STAGE 6 ITALIAN YEAR 12 EXTENSION 2013-14</w:t>
      </w:r>
    </w:p>
    <w:p w:rsidR="00B7309D" w:rsidRPr="008E7801" w:rsidRDefault="00B7309D" w:rsidP="00B730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309D" w:rsidRPr="008E7801" w:rsidRDefault="00B7309D" w:rsidP="00B73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7801">
        <w:rPr>
          <w:rFonts w:ascii="Times New Roman" w:hAnsi="Times New Roman" w:cs="Times New Roman"/>
          <w:b/>
          <w:bCs/>
          <w:sz w:val="24"/>
          <w:szCs w:val="24"/>
        </w:rPr>
        <w:t>Prescribed Theme:</w:t>
      </w:r>
      <w:r w:rsidRPr="008E7801">
        <w:rPr>
          <w:rFonts w:ascii="Times New Roman" w:hAnsi="Times New Roman" w:cs="Times New Roman"/>
          <w:sz w:val="24"/>
          <w:szCs w:val="24"/>
        </w:rPr>
        <w:tab/>
      </w:r>
      <w:r w:rsidRPr="008E7801">
        <w:rPr>
          <w:rFonts w:ascii="Times New Roman" w:hAnsi="Times New Roman" w:cs="Times New Roman"/>
          <w:sz w:val="24"/>
          <w:szCs w:val="24"/>
        </w:rPr>
        <w:tab/>
        <w:t>The Individual and Contemporary Society</w:t>
      </w:r>
    </w:p>
    <w:p w:rsidR="00B7309D" w:rsidRPr="008E7801" w:rsidRDefault="00B7309D" w:rsidP="00B730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E7801">
        <w:rPr>
          <w:rFonts w:ascii="Times New Roman" w:hAnsi="Times New Roman" w:cs="Times New Roman"/>
          <w:b/>
          <w:bCs/>
          <w:sz w:val="24"/>
          <w:szCs w:val="24"/>
          <w:lang w:val="it-IT"/>
        </w:rPr>
        <w:t>Prescribed Text</w:t>
      </w:r>
      <w:r w:rsidRPr="008E7801">
        <w:rPr>
          <w:rFonts w:ascii="Times New Roman" w:hAnsi="Times New Roman" w:cs="Times New Roman"/>
          <w:sz w:val="24"/>
          <w:szCs w:val="24"/>
          <w:lang w:val="it-IT"/>
        </w:rPr>
        <w:t>:</w:t>
      </w:r>
      <w:r w:rsidRPr="008E780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E7801">
        <w:rPr>
          <w:rFonts w:ascii="Times New Roman" w:hAnsi="Times New Roman" w:cs="Times New Roman"/>
          <w:sz w:val="24"/>
          <w:szCs w:val="24"/>
          <w:lang w:val="it-IT"/>
        </w:rPr>
        <w:tab/>
        <w:t>Film ‘Rosso come il cielo’</w:t>
      </w:r>
    </w:p>
    <w:p w:rsidR="00B7309D" w:rsidRPr="008E7801" w:rsidRDefault="00B7309D" w:rsidP="00B73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7801">
        <w:rPr>
          <w:rFonts w:ascii="Times New Roman" w:hAnsi="Times New Roman" w:cs="Times New Roman"/>
          <w:b/>
          <w:bCs/>
          <w:sz w:val="24"/>
          <w:szCs w:val="24"/>
        </w:rPr>
        <w:t>Prescribed Issue:</w:t>
      </w:r>
      <w:r w:rsidRPr="008E7801">
        <w:rPr>
          <w:rFonts w:ascii="Times New Roman" w:hAnsi="Times New Roman" w:cs="Times New Roman"/>
          <w:sz w:val="24"/>
          <w:szCs w:val="24"/>
        </w:rPr>
        <w:tab/>
      </w:r>
      <w:r w:rsidRPr="008E7801">
        <w:rPr>
          <w:rFonts w:ascii="Times New Roman" w:hAnsi="Times New Roman" w:cs="Times New Roman"/>
          <w:sz w:val="24"/>
          <w:szCs w:val="24"/>
        </w:rPr>
        <w:tab/>
      </w:r>
      <w:r w:rsidRPr="008E7801">
        <w:rPr>
          <w:rFonts w:ascii="Times New Roman" w:hAnsi="Times New Roman" w:cs="Times New Roman"/>
          <w:sz w:val="24"/>
          <w:szCs w:val="24"/>
          <w:lang w:eastAsia="en-AU"/>
        </w:rPr>
        <w:t>Society and social justice</w:t>
      </w:r>
    </w:p>
    <w:p w:rsidR="00B7309D" w:rsidRPr="008E7801" w:rsidRDefault="00B7309D" w:rsidP="00B7309D">
      <w:pPr>
        <w:spacing w:after="0" w:line="240" w:lineRule="auto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8E7801">
        <w:rPr>
          <w:rFonts w:ascii="Times New Roman" w:hAnsi="Times New Roman" w:cs="Times New Roman"/>
          <w:b/>
          <w:bCs/>
          <w:sz w:val="24"/>
          <w:szCs w:val="24"/>
        </w:rPr>
        <w:t>Sub Issues:</w:t>
      </w:r>
      <w:r w:rsidRPr="008E7801">
        <w:rPr>
          <w:rFonts w:ascii="Times New Roman" w:hAnsi="Times New Roman" w:cs="Times New Roman"/>
          <w:sz w:val="24"/>
          <w:szCs w:val="24"/>
        </w:rPr>
        <w:tab/>
        <w:t>Educational reform and the role of the facilitator; the role of religion in society; challenging injustice</w:t>
      </w:r>
    </w:p>
    <w:p w:rsidR="00B7309D" w:rsidRPr="008E7801" w:rsidRDefault="00B7309D" w:rsidP="00B73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7801">
        <w:rPr>
          <w:rFonts w:ascii="Times New Roman" w:hAnsi="Times New Roman" w:cs="Times New Roman"/>
          <w:b/>
          <w:bCs/>
          <w:sz w:val="24"/>
          <w:szCs w:val="24"/>
        </w:rPr>
        <w:t>Indicative Time</w:t>
      </w:r>
      <w:r w:rsidRPr="008E7801">
        <w:rPr>
          <w:rFonts w:ascii="Times New Roman" w:hAnsi="Times New Roman" w:cs="Times New Roman"/>
          <w:sz w:val="24"/>
          <w:szCs w:val="24"/>
        </w:rPr>
        <w:t>:</w:t>
      </w:r>
      <w:r w:rsidRPr="008E7801">
        <w:rPr>
          <w:rFonts w:ascii="Times New Roman" w:hAnsi="Times New Roman" w:cs="Times New Roman"/>
          <w:sz w:val="24"/>
          <w:szCs w:val="24"/>
        </w:rPr>
        <w:tab/>
      </w:r>
      <w:r w:rsidRPr="008E7801">
        <w:rPr>
          <w:rFonts w:ascii="Times New Roman" w:hAnsi="Times New Roman" w:cs="Times New Roman"/>
          <w:sz w:val="24"/>
          <w:szCs w:val="24"/>
        </w:rPr>
        <w:tab/>
        <w:t>20 hours – covered over 60 hour course</w:t>
      </w:r>
    </w:p>
    <w:p w:rsidR="00B7309D" w:rsidRPr="008E7801" w:rsidRDefault="00B7309D" w:rsidP="00B730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3240"/>
        <w:gridCol w:w="900"/>
        <w:gridCol w:w="4256"/>
      </w:tblGrid>
      <w:tr w:rsidR="00A66670" w:rsidRPr="008E7801" w:rsidTr="00A67F9C">
        <w:tc>
          <w:tcPr>
            <w:tcW w:w="14174" w:type="dxa"/>
            <w:gridSpan w:val="4"/>
          </w:tcPr>
          <w:p w:rsidR="00A66670" w:rsidRPr="008E7801" w:rsidRDefault="00A66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Outcomes: </w:t>
            </w:r>
            <w:r w:rsidR="00A67F9C" w:rsidRPr="008E78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 discusses attitudes, opinions and ideas in Italian 1.2 formulates and justifies a written or spoken argument in Italian 2.1 evaluates and responds to text personally, creatively and critically 2.2 analyses how meaning is conveyed 2.3 analyses the social, political, cultural and/or literary contexts of text that is in Italian</w:t>
            </w:r>
          </w:p>
        </w:tc>
      </w:tr>
      <w:tr w:rsidR="00A66670" w:rsidRPr="008E7801" w:rsidTr="008E7801">
        <w:tc>
          <w:tcPr>
            <w:tcW w:w="5778" w:type="dxa"/>
          </w:tcPr>
          <w:p w:rsidR="00A66670" w:rsidRPr="008E7801" w:rsidRDefault="00A666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</w:rPr>
              <w:t>Language and intercultural concepts</w:t>
            </w:r>
          </w:p>
          <w:p w:rsidR="00A66670" w:rsidRPr="006455E7" w:rsidRDefault="00A66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5E7">
              <w:rPr>
                <w:rFonts w:ascii="Times New Roman" w:hAnsi="Times New Roman" w:cs="Times New Roman"/>
                <w:sz w:val="24"/>
                <w:szCs w:val="24"/>
              </w:rPr>
              <w:t>Vocabulary and idiomat</w:t>
            </w:r>
            <w:r w:rsidR="00FA17B4" w:rsidRPr="006455E7">
              <w:rPr>
                <w:rFonts w:ascii="Times New Roman" w:hAnsi="Times New Roman" w:cs="Times New Roman"/>
                <w:sz w:val="24"/>
                <w:szCs w:val="24"/>
              </w:rPr>
              <w:t>ic expressions associated with society and social justice</w:t>
            </w:r>
          </w:p>
          <w:p w:rsidR="00A66670" w:rsidRPr="006455E7" w:rsidRDefault="00A66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5E7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FA17B4" w:rsidRPr="006455E7">
              <w:rPr>
                <w:rFonts w:ascii="Times New Roman" w:hAnsi="Times New Roman" w:cs="Times New Roman"/>
                <w:sz w:val="24"/>
                <w:szCs w:val="24"/>
              </w:rPr>
              <w:t>derstanding the significance of society and social justice</w:t>
            </w:r>
          </w:p>
          <w:p w:rsidR="00A66670" w:rsidRPr="008E7801" w:rsidRDefault="00A666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55E7">
              <w:rPr>
                <w:rFonts w:ascii="Times New Roman" w:hAnsi="Times New Roman" w:cs="Times New Roman"/>
                <w:sz w:val="24"/>
                <w:szCs w:val="24"/>
              </w:rPr>
              <w:t>Knowledge and understanding of features specific to the prescribed text</w:t>
            </w:r>
          </w:p>
        </w:tc>
        <w:tc>
          <w:tcPr>
            <w:tcW w:w="4140" w:type="dxa"/>
            <w:gridSpan w:val="2"/>
          </w:tcPr>
          <w:p w:rsidR="00A66670" w:rsidRPr="008E7801" w:rsidRDefault="00A666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</w:p>
          <w:p w:rsidR="006455E7" w:rsidRPr="001E5366" w:rsidRDefault="006455E7" w:rsidP="0064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>The passive voice</w:t>
            </w:r>
          </w:p>
          <w:p w:rsidR="006455E7" w:rsidRPr="001E5366" w:rsidRDefault="006455E7" w:rsidP="0064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>The ‘if’ clause imperfect subjunctive</w:t>
            </w:r>
          </w:p>
          <w:p w:rsidR="006455E7" w:rsidRPr="001E5366" w:rsidRDefault="006455E7" w:rsidP="00645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 xml:space="preserve">Causative construction </w:t>
            </w:r>
          </w:p>
          <w:p w:rsidR="00FA17B4" w:rsidRPr="008E7801" w:rsidRDefault="00FA17B4" w:rsidP="00A666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56" w:type="dxa"/>
          </w:tcPr>
          <w:p w:rsidR="00A66670" w:rsidRPr="008E7801" w:rsidRDefault="00A666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</w:rPr>
              <w:t>Text types</w:t>
            </w:r>
          </w:p>
          <w:p w:rsidR="008E7801" w:rsidRPr="008E7801" w:rsidRDefault="008E7801" w:rsidP="008E780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Monologue</w:t>
            </w:r>
          </w:p>
          <w:p w:rsidR="008E7801" w:rsidRPr="008E7801" w:rsidRDefault="008E7801" w:rsidP="008E780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Script of a conversation</w:t>
            </w:r>
          </w:p>
          <w:p w:rsidR="008E7801" w:rsidRPr="008E7801" w:rsidRDefault="008E7801" w:rsidP="008E780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Short essay</w:t>
            </w:r>
          </w:p>
          <w:p w:rsidR="008E7801" w:rsidRPr="008E7801" w:rsidRDefault="008E7801" w:rsidP="008E780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Formal letter</w:t>
            </w:r>
          </w:p>
          <w:p w:rsidR="00FA17B4" w:rsidRPr="008E7801" w:rsidRDefault="008E7801" w:rsidP="00BC326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Narrative account (for example, the writing of an alternative ending to a short story, or the rewriting of an excerpt from a different perspective.)</w:t>
            </w: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17B4" w:rsidRPr="008E7801" w:rsidTr="00A67F9C">
        <w:tc>
          <w:tcPr>
            <w:tcW w:w="14174" w:type="dxa"/>
            <w:gridSpan w:val="4"/>
          </w:tcPr>
          <w:p w:rsidR="00FA17B4" w:rsidRPr="008E7801" w:rsidRDefault="00FA17B4" w:rsidP="00FA1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</w:rPr>
              <w:t>Extracts</w:t>
            </w: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4</w:t>
            </w:r>
            <w:r w:rsidRPr="008E780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- From: </w:t>
            </w:r>
            <w:r w:rsidRPr="008E7801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‘Lo sai che c’è un cinema qui vicino?’ </w:t>
            </w: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(Do you know that there is a cinema near here?) Francesca says to </w:t>
            </w:r>
            <w:proofErr w:type="spellStart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Mirco</w:t>
            </w:r>
            <w:proofErr w:type="spellEnd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as they start their bike ride. </w:t>
            </w: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To: </w:t>
            </w:r>
            <w:r w:rsidRPr="008E7801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‘Certo che c’hai una bella fantasia!’</w:t>
            </w:r>
            <w:r w:rsidRPr="008E780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(You know, you have quite an imagination!) </w:t>
            </w: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Mirco</w:t>
            </w:r>
            <w:proofErr w:type="spellEnd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says to </w:t>
            </w:r>
            <w:proofErr w:type="spellStart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Ettore</w:t>
            </w:r>
            <w:proofErr w:type="spellEnd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as </w:t>
            </w:r>
            <w:proofErr w:type="spellStart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Ettore</w:t>
            </w:r>
            <w:proofErr w:type="spellEnd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leaves them on the path to the institute</w:t>
            </w: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5</w:t>
            </w:r>
            <w:r w:rsidRPr="008E780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From: </w:t>
            </w:r>
            <w:r w:rsidRPr="008E7801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‘Questa storia la dedico a te. S’intitola “Finisce la pioggia, esce il sole”’ </w:t>
            </w:r>
            <w:r w:rsidRPr="008E7801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(I dedicate this story to you. </w:t>
            </w: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It’s called ‘The rain stops and the sun comes out’), Francesca and </w:t>
            </w:r>
            <w:proofErr w:type="spellStart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Mirco</w:t>
            </w:r>
            <w:proofErr w:type="spellEnd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listen to the tape recording </w:t>
            </w:r>
          </w:p>
          <w:p w:rsidR="00FA17B4" w:rsidRDefault="00FA17B4" w:rsidP="00FA1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To: </w:t>
            </w:r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‘Se mi </w:t>
            </w:r>
            <w:proofErr w:type="spellStart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voleva</w:t>
            </w:r>
            <w:proofErr w:type="spellEnd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bene</w:t>
            </w:r>
            <w:proofErr w:type="spellEnd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non mi ci </w:t>
            </w:r>
            <w:proofErr w:type="spellStart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faceva</w:t>
            </w:r>
            <w:proofErr w:type="spellEnd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giocare</w:t>
            </w:r>
            <w:proofErr w:type="spellEnd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con </w:t>
            </w:r>
            <w:proofErr w:type="spellStart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quel</w:t>
            </w:r>
            <w:proofErr w:type="spellEnd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fucile</w:t>
            </w:r>
            <w:proofErr w:type="spellEnd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(If he loved me he wouldn’t have let me play with that rifle), </w:t>
            </w:r>
            <w:proofErr w:type="spellStart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Mirco</w:t>
            </w:r>
            <w:proofErr w:type="spellEnd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is in bed, speaking to </w:t>
            </w:r>
            <w:proofErr w:type="spellStart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Concettina</w:t>
            </w:r>
            <w:proofErr w:type="spellEnd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and refusing to eat</w:t>
            </w:r>
          </w:p>
          <w:p w:rsidR="008E7801" w:rsidRDefault="008E7801" w:rsidP="00FA1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FA17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6670" w:rsidRPr="008E7801" w:rsidTr="008E7801">
        <w:tc>
          <w:tcPr>
            <w:tcW w:w="9018" w:type="dxa"/>
            <w:gridSpan w:val="2"/>
          </w:tcPr>
          <w:p w:rsidR="008E7801" w:rsidRDefault="008E7801" w:rsidP="008E780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Teaching and Learning Activities (include assessment)</w:t>
            </w:r>
          </w:p>
          <w:p w:rsidR="008E7801" w:rsidRPr="008E7801" w:rsidRDefault="008E7801" w:rsidP="008E7801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Class discussions on: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social justice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human rights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discrimination</w:t>
            </w:r>
            <w:proofErr w:type="gramEnd"/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 and prejudice based on race, gender, disabilities, sexuality, poverty, age and minority group.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education and the role of the facilitator, stifling of creativity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faith as a means of coping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Written comprehension passages related to these issues. 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Listening to and viewing extracts from film dealing with these issues.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Contextual questions based on text with emphasis on Extracts 4-5.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Producing monologues and written responses to stimulus in light of these issues.</w:t>
            </w:r>
          </w:p>
          <w:p w:rsidR="00FA17B4" w:rsidRPr="008E7801" w:rsidRDefault="00FA17B4" w:rsidP="008E78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Critical analysis of extracts from film to demonstrate an understanding between the film and the individual and contemporary society.</w:t>
            </w:r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156" w:type="dxa"/>
            <w:gridSpan w:val="2"/>
            <w:vMerge w:val="restart"/>
          </w:tcPr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pStyle w:val="Heading2"/>
              <w:outlineLvl w:val="1"/>
              <w:rPr>
                <w:rFonts w:ascii="Times New Roman" w:hAnsi="Times New Roman" w:cs="Times New Roman"/>
              </w:rPr>
            </w:pPr>
            <w:r w:rsidRPr="008E7801">
              <w:rPr>
                <w:rFonts w:ascii="Times New Roman" w:hAnsi="Times New Roman" w:cs="Times New Roman"/>
              </w:rPr>
              <w:t>Assessment suggestions:</w:t>
            </w:r>
          </w:p>
          <w:p w:rsidR="008E7801" w:rsidRPr="008E7801" w:rsidRDefault="008E7801" w:rsidP="008E780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Analysis of Text (Response A) </w:t>
            </w:r>
          </w:p>
          <w:p w:rsidR="008E7801" w:rsidRPr="008E7801" w:rsidRDefault="008E7801" w:rsidP="008E780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Writing – short essay on social justice</w:t>
            </w:r>
          </w:p>
          <w:p w:rsidR="008E7801" w:rsidRPr="008E7801" w:rsidRDefault="008E7801" w:rsidP="008E780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Critical response to prescribed text</w:t>
            </w:r>
          </w:p>
          <w:p w:rsidR="008E7801" w:rsidRPr="008E7801" w:rsidRDefault="008E7801" w:rsidP="008E780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>Writing – responding in Italian for a specific context</w:t>
            </w:r>
          </w:p>
          <w:p w:rsidR="008E7801" w:rsidRPr="008E7801" w:rsidRDefault="008E7801" w:rsidP="008E780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 xml:space="preserve">Monologue </w:t>
            </w: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</w:rPr>
              <w:t>Evaluation:</w:t>
            </w: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</w:rPr>
              <w:t>Date started:</w:t>
            </w: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E78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E7801">
              <w:rPr>
                <w:rFonts w:ascii="Times New Roman" w:hAnsi="Times New Roman" w:cs="Times New Roman"/>
                <w:b/>
                <w:sz w:val="24"/>
                <w:szCs w:val="24"/>
              </w:rPr>
              <w:t>Date completed:</w:t>
            </w:r>
          </w:p>
          <w:p w:rsidR="008E7801" w:rsidRPr="008E7801" w:rsidRDefault="008E7801" w:rsidP="008E78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6670" w:rsidRPr="008E7801" w:rsidRDefault="00A666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6670" w:rsidRPr="008E7801" w:rsidTr="008E7801">
        <w:tc>
          <w:tcPr>
            <w:tcW w:w="9018" w:type="dxa"/>
            <w:gridSpan w:val="2"/>
          </w:tcPr>
          <w:p w:rsidR="00A66670" w:rsidRPr="008E7801" w:rsidRDefault="00A66670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8E7801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Resources:</w:t>
            </w:r>
          </w:p>
          <w:p w:rsidR="00FA17B4" w:rsidRPr="008E7801" w:rsidRDefault="00FA17B4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FA17B4" w:rsidRDefault="00FA17B4" w:rsidP="00FA17B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</w:pPr>
            <w:r w:rsidRPr="008E7801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  <w:t>Extract 4</w:t>
            </w:r>
          </w:p>
          <w:p w:rsidR="008E7801" w:rsidRPr="008E7801" w:rsidRDefault="008E7801" w:rsidP="00FA17B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it-IT"/>
              </w:rPr>
            </w:pP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8E7801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La lotta commune contro l’ingiustizia e la guerra di classe: </w:t>
            </w:r>
          </w:p>
          <w:p w:rsidR="00FA17B4" w:rsidRPr="008E7801" w:rsidRDefault="00A67F9C" w:rsidP="00FA17B4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hyperlink r:id="rId7" w:history="1">
              <w:r w:rsidR="00FA17B4" w:rsidRPr="008E7801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http://www.resistenze.org/sito/te/po/gr/pogrcg17-011421.htm</w:t>
              </w:r>
            </w:hyperlink>
            <w:r w:rsidR="00FA17B4" w:rsidRPr="008E7801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  </w:t>
            </w: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Resistenze</w:t>
            </w:r>
            <w:proofErr w:type="spellEnd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sociale</w:t>
            </w:r>
            <w:proofErr w:type="spellEnd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(a variety of articles on social injustice): </w:t>
            </w:r>
          </w:p>
          <w:p w:rsidR="00FA17B4" w:rsidRPr="008E7801" w:rsidRDefault="00A67F9C" w:rsidP="00FA17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8" w:history="1">
              <w:r w:rsidR="00FA17B4" w:rsidRPr="008E7801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http://www.resistenze.org/sito/re00.htm</w:t>
              </w:r>
            </w:hyperlink>
            <w:r w:rsidR="00FA17B4"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8E7801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Consumerism: support notes from the CD-ROM Jack Frusciante è uscito dal gruppo, </w:t>
            </w:r>
          </w:p>
          <w:p w:rsidR="00A66670" w:rsidRPr="008E7801" w:rsidRDefault="00FA17B4" w:rsidP="00FA17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p. 52 (NSW DEC 2003–2008).</w:t>
            </w:r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17B4" w:rsidRDefault="00FA17B4" w:rsidP="00FA17B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E780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Extract 5</w:t>
            </w:r>
          </w:p>
          <w:p w:rsidR="008E7801" w:rsidRPr="008E7801" w:rsidRDefault="008E7801" w:rsidP="00FA17B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FA17B4" w:rsidRPr="008E7801" w:rsidRDefault="00A67F9C" w:rsidP="00FA17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9" w:history="1">
              <w:r w:rsidR="00FA17B4" w:rsidRPr="008E7801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http://luciogiordano.wordpress.com/2013/05/08/italia-alla-ricerca-della-giustizia-sociale-perduta/</w:t>
              </w:r>
            </w:hyperlink>
            <w:r w:rsidR="00FA17B4"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A17B4" w:rsidRPr="008E7801" w:rsidRDefault="00A67F9C" w:rsidP="00FA17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0" w:history="1">
              <w:r w:rsidR="00FA17B4" w:rsidRPr="008E7801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http://www.nienteansia.it/articoli-di-psicologia/psicologia/la-resilienza-psicologica-una-forza-che-nasce-dalla-sofferenza/1052</w:t>
              </w:r>
            </w:hyperlink>
          </w:p>
          <w:p w:rsidR="00FA17B4" w:rsidRPr="008E7801" w:rsidRDefault="00FA17B4" w:rsidP="00FA17B4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Social justice issue: Story of Valerio Daniel de </w:t>
            </w:r>
            <w:proofErr w:type="spellStart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>Simoni</w:t>
            </w:r>
            <w:proofErr w:type="spellEnd"/>
            <w:r w:rsidRPr="008E78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young Italian-Australian from Sydney raising awareness for Oxfam and Greenpeace, setting a world record. </w:t>
            </w:r>
            <w:hyperlink r:id="rId11" w:history="1">
              <w:r w:rsidRPr="008E7801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Http://90meteo.blogspot.com.au/2013/01//la-storia-di-valerio-daniel-de-simoni.html</w:t>
              </w:r>
            </w:hyperlink>
            <w:r w:rsidRPr="008E7801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 ; </w:t>
            </w:r>
            <w:hyperlink r:id="rId12" w:history="1">
              <w:r w:rsidR="008E7801" w:rsidRPr="003F4087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www.valeriodesimoni.org</w:t>
              </w:r>
            </w:hyperlink>
            <w:r w:rsidRPr="008E7801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 </w:t>
            </w:r>
          </w:p>
          <w:p w:rsidR="00A66670" w:rsidRPr="008E7801" w:rsidRDefault="00A66670" w:rsidP="00A66670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</w:p>
        </w:tc>
        <w:tc>
          <w:tcPr>
            <w:tcW w:w="5156" w:type="dxa"/>
            <w:gridSpan w:val="2"/>
            <w:vMerge/>
          </w:tcPr>
          <w:p w:rsidR="00A66670" w:rsidRPr="008E7801" w:rsidRDefault="00A6667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A66670" w:rsidRPr="008E7801" w:rsidRDefault="00A66670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A66670" w:rsidRPr="008E7801" w:rsidSect="008E7801">
      <w:footerReference w:type="default" r:id="rId13"/>
      <w:pgSz w:w="16838" w:h="11906" w:orient="landscape"/>
      <w:pgMar w:top="72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09D" w:rsidRDefault="00B7309D" w:rsidP="00BC01C3">
      <w:pPr>
        <w:spacing w:after="0" w:line="240" w:lineRule="auto"/>
      </w:pPr>
      <w:r>
        <w:separator/>
      </w:r>
    </w:p>
  </w:endnote>
  <w:endnote w:type="continuationSeparator" w:id="0">
    <w:p w:rsidR="00B7309D" w:rsidRDefault="00B7309D" w:rsidP="00BC0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09D" w:rsidRDefault="00B7309D">
    <w:pPr>
      <w:pStyle w:val="Footer"/>
    </w:pPr>
  </w:p>
  <w:p w:rsidR="008E7801" w:rsidRDefault="008E78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09D" w:rsidRDefault="00B7309D" w:rsidP="00BC01C3">
      <w:pPr>
        <w:spacing w:after="0" w:line="240" w:lineRule="auto"/>
      </w:pPr>
      <w:r>
        <w:separator/>
      </w:r>
    </w:p>
  </w:footnote>
  <w:footnote w:type="continuationSeparator" w:id="0">
    <w:p w:rsidR="00B7309D" w:rsidRDefault="00B7309D" w:rsidP="00BC0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9600D"/>
    <w:multiLevelType w:val="hybridMultilevel"/>
    <w:tmpl w:val="92568E9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42B11"/>
    <w:multiLevelType w:val="hybridMultilevel"/>
    <w:tmpl w:val="F092B8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F1F47"/>
    <w:multiLevelType w:val="hybridMultilevel"/>
    <w:tmpl w:val="31CCC8E4"/>
    <w:lvl w:ilvl="0" w:tplc="B546B5A2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5A8ADE92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21DD4"/>
    <w:multiLevelType w:val="hybridMultilevel"/>
    <w:tmpl w:val="08088AC2"/>
    <w:lvl w:ilvl="0" w:tplc="0C0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6670"/>
    <w:rsid w:val="00007331"/>
    <w:rsid w:val="00050C9D"/>
    <w:rsid w:val="00056203"/>
    <w:rsid w:val="000E06FB"/>
    <w:rsid w:val="001C513B"/>
    <w:rsid w:val="00261155"/>
    <w:rsid w:val="002A557F"/>
    <w:rsid w:val="003C6A44"/>
    <w:rsid w:val="003F0DEC"/>
    <w:rsid w:val="00417130"/>
    <w:rsid w:val="006455E7"/>
    <w:rsid w:val="007B4679"/>
    <w:rsid w:val="008E7801"/>
    <w:rsid w:val="00A66670"/>
    <w:rsid w:val="00A67F9C"/>
    <w:rsid w:val="00A805BA"/>
    <w:rsid w:val="00B25644"/>
    <w:rsid w:val="00B36A52"/>
    <w:rsid w:val="00B7309D"/>
    <w:rsid w:val="00BC01C3"/>
    <w:rsid w:val="00BD0258"/>
    <w:rsid w:val="00C25B6A"/>
    <w:rsid w:val="00C930F9"/>
    <w:rsid w:val="00D26118"/>
    <w:rsid w:val="00F92FA6"/>
    <w:rsid w:val="00FA17B4"/>
    <w:rsid w:val="00FB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431002-8D10-4F24-AF86-0A12C834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57F"/>
  </w:style>
  <w:style w:type="paragraph" w:styleId="Heading2">
    <w:name w:val="heading 2"/>
    <w:basedOn w:val="Normal"/>
    <w:next w:val="Normal"/>
    <w:link w:val="Heading2Char"/>
    <w:qFormat/>
    <w:rsid w:val="008E7801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1C3"/>
  </w:style>
  <w:style w:type="paragraph" w:styleId="Footer">
    <w:name w:val="footer"/>
    <w:basedOn w:val="Normal"/>
    <w:link w:val="FooterChar"/>
    <w:uiPriority w:val="99"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1C3"/>
  </w:style>
  <w:style w:type="paragraph" w:styleId="BalloonText">
    <w:name w:val="Balloon Text"/>
    <w:basedOn w:val="Normal"/>
    <w:link w:val="BalloonTextChar"/>
    <w:uiPriority w:val="99"/>
    <w:semiHidden/>
    <w:unhideWhenUsed/>
    <w:rsid w:val="00B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1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17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17B4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B7309D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B7309D"/>
    <w:rPr>
      <w:rFonts w:ascii="Arial" w:eastAsia="Times New Roman" w:hAnsi="Arial" w:cs="Arial"/>
      <w:b/>
      <w:bCs/>
      <w:sz w:val="32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8E7801"/>
    <w:rPr>
      <w:rFonts w:ascii="Arial" w:eastAsia="Times New Roman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istenze.org/sito/re00.ht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esistenze.org/sito/te/po/gr/pogrcg17-011421.htm" TargetMode="External"/><Relationship Id="rId12" Type="http://schemas.openxmlformats.org/officeDocument/2006/relationships/hyperlink" Target="http://www.valeriodesimon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90meteo.blogspot.com.au/2013/01//la-storia-di-valerio-daniel-de-simoni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nienteansia.it/articoli-di-psicologia/psicologia/la-resilienza-psicologica-una-forza-che-nasce-dalla-sofferenza/10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uciogiordano.wordpress.com/2013/05/08/italia-alla-ricerca-della-giustizia-sociale-perdut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C591D46</Template>
  <TotalTime>17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AISNSW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Liana Trevisan</cp:lastModifiedBy>
  <cp:revision>4</cp:revision>
  <dcterms:created xsi:type="dcterms:W3CDTF">2013-10-29T04:07:00Z</dcterms:created>
  <dcterms:modified xsi:type="dcterms:W3CDTF">2013-11-25T04:12:00Z</dcterms:modified>
</cp:coreProperties>
</file>